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1EF" w:rsidRDefault="003721EF" w:rsidP="002A7D49">
      <w:pPr>
        <w:ind w:left="720" w:hanging="720"/>
      </w:pPr>
      <w:r>
        <w:t>1.</w:t>
      </w:r>
      <w:r>
        <w:tab/>
        <w:t>The ability to understand the basic theories and processes of playwriting, play analysis, and production, including:</w:t>
      </w:r>
    </w:p>
    <w:p w:rsidR="003721EF" w:rsidRDefault="003721EF" w:rsidP="002A7D49">
      <w:pPr>
        <w:ind w:left="720" w:hanging="720"/>
      </w:pPr>
    </w:p>
    <w:p w:rsidR="003721EF" w:rsidRDefault="003721EF" w:rsidP="002A7D49">
      <w:pPr>
        <w:pStyle w:val="ListParagraph"/>
        <w:numPr>
          <w:ilvl w:val="0"/>
          <w:numId w:val="2"/>
        </w:numPr>
      </w:pPr>
      <w:r>
        <w:t>Preparation of simple scripts for a variety of purposes for production and playwriting</w:t>
      </w:r>
      <w:bookmarkStart w:id="0" w:name="_GoBack"/>
      <w:bookmarkEnd w:id="0"/>
      <w:r>
        <w:t>.</w:t>
      </w:r>
    </w:p>
    <w:p w:rsidR="003721EF" w:rsidRDefault="003721EF" w:rsidP="002A7D49">
      <w:pPr>
        <w:pStyle w:val="ListParagraph"/>
        <w:numPr>
          <w:ilvl w:val="0"/>
          <w:numId w:val="2"/>
        </w:numPr>
      </w:pPr>
      <w:r>
        <w:t>Training in improvisation for multiple purposes (i.e., creative dramatics, character creation, entertainment, historical contexts).</w:t>
      </w:r>
    </w:p>
    <w:p w:rsidR="003721EF" w:rsidRDefault="003721EF" w:rsidP="002A7D49">
      <w:pPr>
        <w:pStyle w:val="ListParagraph"/>
        <w:numPr>
          <w:ilvl w:val="0"/>
          <w:numId w:val="2"/>
        </w:numPr>
      </w:pPr>
      <w:r>
        <w:t>Training in teaching playwriting forms and techniques.</w:t>
      </w:r>
    </w:p>
    <w:p w:rsidR="003721EF" w:rsidRDefault="003721EF" w:rsidP="002A7D49">
      <w:pPr>
        <w:pStyle w:val="ListParagraph"/>
        <w:numPr>
          <w:ilvl w:val="0"/>
          <w:numId w:val="2"/>
        </w:numPr>
      </w:pPr>
      <w:r>
        <w:t>Training in evaluation of and reflection on artistic choices found in performance.</w:t>
      </w:r>
    </w:p>
    <w:p w:rsidR="003721EF" w:rsidRDefault="003721EF" w:rsidP="002A7D49"/>
    <w:p w:rsidR="003721EF" w:rsidRDefault="003721EF" w:rsidP="002A7D49">
      <w:r>
        <w:t>2.</w:t>
      </w:r>
      <w:r>
        <w:tab/>
        <w:t>The ability to understand the basic theories and processes of acting and directing, including:</w:t>
      </w:r>
    </w:p>
    <w:p w:rsidR="003721EF" w:rsidRDefault="003721EF" w:rsidP="002A7D49"/>
    <w:p w:rsidR="003721EF" w:rsidRDefault="003721EF" w:rsidP="002A7D49">
      <w:pPr>
        <w:pStyle w:val="ListParagraph"/>
        <w:numPr>
          <w:ilvl w:val="0"/>
          <w:numId w:val="3"/>
        </w:numPr>
      </w:pPr>
      <w:r>
        <w:t>Actor coaching of young performers.</w:t>
      </w:r>
    </w:p>
    <w:p w:rsidR="003721EF" w:rsidRDefault="003721EF" w:rsidP="002A7D49">
      <w:pPr>
        <w:pStyle w:val="ListParagraph"/>
        <w:numPr>
          <w:ilvl w:val="0"/>
          <w:numId w:val="3"/>
        </w:numPr>
      </w:pPr>
      <w:r>
        <w:t>Training in character analysis.</w:t>
      </w:r>
    </w:p>
    <w:p w:rsidR="003721EF" w:rsidRDefault="003721EF" w:rsidP="002A7D49">
      <w:pPr>
        <w:pStyle w:val="ListParagraph"/>
        <w:numPr>
          <w:ilvl w:val="0"/>
          <w:numId w:val="3"/>
        </w:numPr>
      </w:pPr>
      <w:r>
        <w:t>Understanding and use of classical and contemporary acting techniques and methods.</w:t>
      </w:r>
    </w:p>
    <w:p w:rsidR="003721EF" w:rsidRDefault="003721EF" w:rsidP="002A7D49">
      <w:pPr>
        <w:pStyle w:val="ListParagraph"/>
        <w:numPr>
          <w:ilvl w:val="0"/>
          <w:numId w:val="3"/>
        </w:numPr>
      </w:pPr>
      <w:r>
        <w:t>Making directorial and/or performance choices for a variety of styles.</w:t>
      </w:r>
    </w:p>
    <w:p w:rsidR="003721EF" w:rsidRDefault="003721EF" w:rsidP="002A7D49">
      <w:pPr>
        <w:pStyle w:val="ListParagraph"/>
        <w:numPr>
          <w:ilvl w:val="0"/>
          <w:numId w:val="3"/>
        </w:numPr>
      </w:pPr>
      <w:r>
        <w:t>Developing skills in motivated staging and blocking.</w:t>
      </w:r>
    </w:p>
    <w:p w:rsidR="003721EF" w:rsidRDefault="003721EF" w:rsidP="002A7D49">
      <w:pPr>
        <w:pStyle w:val="ListParagraph"/>
        <w:numPr>
          <w:ilvl w:val="0"/>
          <w:numId w:val="3"/>
        </w:numPr>
      </w:pPr>
      <w:r>
        <w:t>Experience in conducting auditions, casting actor, and organizing production meetings and schedules.</w:t>
      </w:r>
    </w:p>
    <w:p w:rsidR="003721EF" w:rsidRDefault="003721EF" w:rsidP="002A7D49">
      <w:pPr>
        <w:pStyle w:val="ListParagraph"/>
        <w:numPr>
          <w:ilvl w:val="0"/>
          <w:numId w:val="3"/>
        </w:numPr>
      </w:pPr>
      <w:r>
        <w:t>Developing skills in fostering collaborative cultures.</w:t>
      </w:r>
    </w:p>
    <w:p w:rsidR="003721EF" w:rsidRDefault="003721EF" w:rsidP="002A7D49">
      <w:pPr>
        <w:pStyle w:val="ListParagraph"/>
        <w:numPr>
          <w:ilvl w:val="0"/>
          <w:numId w:val="3"/>
        </w:numPr>
      </w:pPr>
      <w:r>
        <w:t>Effectively facilitating production teams.</w:t>
      </w:r>
    </w:p>
    <w:p w:rsidR="003721EF" w:rsidRDefault="003721EF" w:rsidP="002A7D49">
      <w:pPr>
        <w:pStyle w:val="ListParagraph"/>
        <w:numPr>
          <w:ilvl w:val="0"/>
          <w:numId w:val="3"/>
        </w:numPr>
      </w:pPr>
      <w:r>
        <w:t>Developing skills in constructive evaluation of and reflection on productions.</w:t>
      </w:r>
    </w:p>
    <w:p w:rsidR="003721EF" w:rsidRDefault="003721EF" w:rsidP="002A7D49">
      <w:pPr>
        <w:pStyle w:val="ListParagraph"/>
      </w:pPr>
    </w:p>
    <w:sectPr w:rsidR="003721EF" w:rsidSect="002A7D4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w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D7C4E"/>
    <w:multiLevelType w:val="hybridMultilevel"/>
    <w:tmpl w:val="2E666C6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FDF3082"/>
    <w:multiLevelType w:val="hybridMultilevel"/>
    <w:tmpl w:val="CF0CAC22"/>
    <w:lvl w:ilvl="0" w:tplc="5C00EAF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328A1E06"/>
    <w:multiLevelType w:val="hybridMultilevel"/>
    <w:tmpl w:val="BE46F724"/>
    <w:lvl w:ilvl="0" w:tplc="602AB00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3"/>
  <w:defaultTabStop w:val="720"/>
  <w:characterSpacingControl w:val="doNotCompress"/>
  <w:savePreviewPicture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7D49"/>
    <w:rsid w:val="002A7D49"/>
    <w:rsid w:val="003721EF"/>
    <w:rsid w:val="003733A3"/>
    <w:rsid w:val="00401A53"/>
    <w:rsid w:val="00E3245C"/>
    <w:rsid w:val="00EA6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A53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A7D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169</Words>
  <Characters>964</Characters>
  <Application>Microsoft Office Outlook</Application>
  <DocSecurity>0</DocSecurity>
  <Lines>0</Lines>
  <Paragraphs>0</Paragraphs>
  <ScaleCrop>false</ScaleCrop>
  <Company>Alvirne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Jennifer LaFrance</dc:creator>
  <cp:keywords/>
  <dc:description/>
  <cp:lastModifiedBy>mmccaffrey</cp:lastModifiedBy>
  <cp:revision>2</cp:revision>
  <dcterms:created xsi:type="dcterms:W3CDTF">2011-06-29T13:30:00Z</dcterms:created>
  <dcterms:modified xsi:type="dcterms:W3CDTF">2011-06-29T13:30:00Z</dcterms:modified>
</cp:coreProperties>
</file>